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48FC94A3" w:rsidR="007479E1" w:rsidRPr="00762FF4" w:rsidRDefault="00762FF4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762FF4">
              <w:rPr>
                <w:b/>
                <w:noProof/>
                <w:szCs w:val="20"/>
              </w:rPr>
              <w:t>„Praha Vysočany - oprava vnitřních prostor měnírny (2NP)“</w:t>
            </w: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bookmarkStart w:id="0" w:name="_GoBack"/>
            <w:bookmarkEnd w:id="0"/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63DDC37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2F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2F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59CE28CF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2F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2F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2FF4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874E3F-6B72-490F-9E36-F399B847D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965</Words>
  <Characters>5694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2</cp:revision>
  <cp:lastPrinted>2022-03-23T11:11:00Z</cp:lastPrinted>
  <dcterms:created xsi:type="dcterms:W3CDTF">2024-06-03T09:12:00Z</dcterms:created>
  <dcterms:modified xsi:type="dcterms:W3CDTF">2024-06-03T09:12:00Z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